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71" w:rsidRPr="006213CE" w:rsidRDefault="00926B71" w:rsidP="00926B7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95350" cy="819150"/>
            <wp:effectExtent l="19050" t="0" r="0" b="0"/>
            <wp:docPr id="1" name="Рисунок 1" descr="Герб_дом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дом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B71" w:rsidRPr="00926B71" w:rsidRDefault="00926B71" w:rsidP="00926B71">
      <w:pPr>
        <w:pStyle w:val="a3"/>
        <w:jc w:val="center"/>
        <w:rPr>
          <w:szCs w:val="28"/>
        </w:rPr>
      </w:pPr>
      <w:r w:rsidRPr="00926B71">
        <w:rPr>
          <w:szCs w:val="28"/>
        </w:rPr>
        <w:t>АДМИНИСТРАЦИЯ ДОМБАРОВСКОГО РАЙОНА</w:t>
      </w:r>
    </w:p>
    <w:p w:rsidR="00926B71" w:rsidRPr="00926B71" w:rsidRDefault="00926B71" w:rsidP="00926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71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926B71" w:rsidRPr="00926B71" w:rsidRDefault="00926B71" w:rsidP="00926B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B71" w:rsidRDefault="00926B71" w:rsidP="00926B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6B7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26B7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26B71" w:rsidRPr="00926B71" w:rsidRDefault="00BB31F5" w:rsidP="00926B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02.11.2016</w:t>
      </w:r>
      <w:r w:rsidR="00926B7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1081-п</w:t>
      </w:r>
    </w:p>
    <w:p w:rsidR="0093547A" w:rsidRDefault="0093547A" w:rsidP="009354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47A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проекте «Народный бюджет» в муниципальном образовании Домбаровский район</w:t>
      </w:r>
    </w:p>
    <w:p w:rsidR="0093547A" w:rsidRPr="0093547A" w:rsidRDefault="0093547A" w:rsidP="009354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47A">
        <w:rPr>
          <w:rFonts w:ascii="Times New Roman" w:hAnsi="Times New Roman" w:cs="Times New Roman"/>
          <w:b/>
          <w:bCs/>
          <w:sz w:val="28"/>
          <w:szCs w:val="28"/>
        </w:rPr>
        <w:t xml:space="preserve"> Оренбургской области</w:t>
      </w:r>
    </w:p>
    <w:p w:rsidR="0093547A" w:rsidRDefault="0093547A" w:rsidP="0093547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547A" w:rsidRDefault="0093547A" w:rsidP="0093547A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В целях вовлечения населения в определение приоритетных социальных проблем местного уровня и подготовку проектов, направленных на их решение, постановляю:</w:t>
      </w:r>
    </w:p>
    <w:p w:rsidR="0093547A" w:rsidRDefault="0093547A" w:rsidP="009354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Положение о проекте «Народный бюджет» в муниципальном образовании Домбаровский район Оренбургской области, согласно приложению № 1.</w:t>
      </w:r>
    </w:p>
    <w:p w:rsidR="0093547A" w:rsidRDefault="0093547A" w:rsidP="009354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Положение о Комиссии по реализации в муниципальном образовании Домбаровский район Оренбургской области проекта «Народный бюджет»,  согласно приложению № 2.</w:t>
      </w:r>
    </w:p>
    <w:p w:rsidR="0093547A" w:rsidRDefault="0093547A" w:rsidP="009354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состав Комиссии по реализации проекта «Народный бюджет» в муниципальном образовании Домбаровский район Оренбургской области,  согласно приложению № 3.</w:t>
      </w:r>
    </w:p>
    <w:p w:rsidR="0093547A" w:rsidRDefault="0093547A" w:rsidP="009354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Рекомендовать органам местного самоуправления Домбаровского района принять аналогичные постановления об утверждении Положения о проекте «Народный бюджет».</w:t>
      </w:r>
    </w:p>
    <w:p w:rsidR="0093547A" w:rsidRPr="002F2958" w:rsidRDefault="0093547A" w:rsidP="0093547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958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bCs/>
          <w:sz w:val="28"/>
          <w:szCs w:val="28"/>
        </w:rPr>
        <w:t>после его официального опубликования.</w:t>
      </w:r>
    </w:p>
    <w:p w:rsidR="0093547A" w:rsidRDefault="0093547A" w:rsidP="0093547A">
      <w:pPr>
        <w:pStyle w:val="ConsPlusNormal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47A" w:rsidRDefault="0093547A" w:rsidP="0093547A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района                                                                                     В. И.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Швиндт</w:t>
      </w:r>
      <w:proofErr w:type="spellEnd"/>
    </w:p>
    <w:p w:rsidR="0093547A" w:rsidRDefault="0093547A" w:rsidP="0093547A">
      <w:pPr>
        <w:pStyle w:val="ConsPlusNormal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3547A" w:rsidRDefault="0093547A" w:rsidP="0093547A">
      <w:pPr>
        <w:pStyle w:val="ConsPlusNormal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47A" w:rsidRDefault="0093547A" w:rsidP="0093547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Разослано: Правительству области,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райпрокуратуре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в дело, отдел экономики, финансовый отдел, отдел образования, отдел культуры, сельсоветы – 6.</w:t>
      </w:r>
    </w:p>
    <w:p w:rsidR="0093547A" w:rsidRDefault="0093547A" w:rsidP="0093547A">
      <w:pPr>
        <w:pStyle w:val="ConsPlusNormal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3547A" w:rsidRDefault="0093547A" w:rsidP="0093547A">
      <w:pPr>
        <w:pStyle w:val="ConsPlusNormal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3547A" w:rsidRPr="0093547A" w:rsidRDefault="0093547A" w:rsidP="0093547A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93547A">
        <w:rPr>
          <w:rFonts w:ascii="Times New Roman" w:hAnsi="Times New Roman" w:cs="Times New Roman"/>
          <w:bCs/>
          <w:sz w:val="28"/>
          <w:szCs w:val="28"/>
        </w:rPr>
        <w:t>Арсеньева Л.В.</w:t>
      </w:r>
    </w:p>
    <w:p w:rsidR="002057E9" w:rsidRDefault="0093547A" w:rsidP="0093547A">
      <w:pPr>
        <w:pStyle w:val="ConsPlusNormal"/>
      </w:pPr>
      <w:r w:rsidRPr="0093547A">
        <w:rPr>
          <w:rFonts w:ascii="Times New Roman" w:hAnsi="Times New Roman" w:cs="Times New Roman"/>
          <w:bCs/>
          <w:sz w:val="28"/>
          <w:szCs w:val="28"/>
        </w:rPr>
        <w:t>2-10-49</w:t>
      </w:r>
    </w:p>
    <w:sectPr w:rsidR="002057E9" w:rsidSect="00E9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31F52"/>
    <w:multiLevelType w:val="hybridMultilevel"/>
    <w:tmpl w:val="D572F2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>
    <w:useFELayout/>
  </w:compat>
  <w:rsids>
    <w:rsidRoot w:val="0093547A"/>
    <w:rsid w:val="00122B9E"/>
    <w:rsid w:val="002057E9"/>
    <w:rsid w:val="005819E0"/>
    <w:rsid w:val="00926B71"/>
    <w:rsid w:val="0093547A"/>
    <w:rsid w:val="00BB31F5"/>
    <w:rsid w:val="00E91C7E"/>
    <w:rsid w:val="00F6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6B7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26B7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26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B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354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1</Pages>
  <Words>215</Words>
  <Characters>1228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ОбщийОтдел</dc:creator>
  <cp:keywords/>
  <dc:description/>
  <cp:lastModifiedBy>ОбщийОтдел</cp:lastModifiedBy>
  <cp:revision>3</cp:revision>
  <cp:lastPrinted>2016-11-02T08:23:00Z</cp:lastPrinted>
  <dcterms:created xsi:type="dcterms:W3CDTF">2016-11-02T03:57:00Z</dcterms:created>
  <dcterms:modified xsi:type="dcterms:W3CDTF">2016-11-02T08:24:00Z</dcterms:modified>
</cp:coreProperties>
</file>